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244412">
      <w:pPr>
        <w:spacing w:before="360" w:after="24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244412" w:rsidRDefault="0004224E" w:rsidP="00244412">
      <w:pPr>
        <w:spacing w:before="120" w:after="12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504559">
        <w:rPr>
          <w:rFonts w:ascii="Calibri" w:hAnsi="Calibri"/>
        </w:rPr>
        <w:t>kceptuję wyjaśnienia do raportów</w:t>
      </w:r>
      <w:r w:rsidR="0072318D">
        <w:rPr>
          <w:rFonts w:ascii="Calibri" w:hAnsi="Calibri"/>
        </w:rPr>
        <w:t xml:space="preserve"> za II</w:t>
      </w:r>
      <w:r w:rsidRPr="00774454">
        <w:rPr>
          <w:rFonts w:ascii="Calibri" w:hAnsi="Calibri"/>
        </w:rPr>
        <w:t xml:space="preserve"> kwartał 2020 r. z postępu rzeczowo-finansowego </w:t>
      </w:r>
      <w:r w:rsidR="00504559">
        <w:rPr>
          <w:rFonts w:ascii="Calibri" w:hAnsi="Calibri"/>
        </w:rPr>
        <w:t>następujących projektów informatycznych</w:t>
      </w:r>
      <w:r w:rsidR="00EE1E5A">
        <w:rPr>
          <w:rFonts w:ascii="Calibri" w:hAnsi="Calibri"/>
        </w:rPr>
        <w:t xml:space="preserve"> pn. </w:t>
      </w:r>
      <w:r w:rsidRPr="00774454">
        <w:rPr>
          <w:rFonts w:ascii="Calibri" w:hAnsi="Calibri"/>
        </w:rPr>
        <w:t xml:space="preserve"> </w:t>
      </w:r>
    </w:p>
    <w:p w:rsidR="00244412" w:rsidRPr="00D22B73" w:rsidRDefault="0072318D" w:rsidP="009E0CD1">
      <w:pPr>
        <w:pStyle w:val="Akapitzlist"/>
        <w:numPr>
          <w:ilvl w:val="0"/>
          <w:numId w:val="2"/>
        </w:numPr>
        <w:spacing w:before="120" w:after="120" w:line="264" w:lineRule="auto"/>
        <w:rPr>
          <w:rFonts w:asciiTheme="minorHAnsi" w:hAnsiTheme="minorHAnsi" w:cstheme="minorHAnsi"/>
          <w:sz w:val="24"/>
          <w:szCs w:val="24"/>
        </w:rPr>
      </w:pPr>
      <w:r w:rsidRPr="00D22B73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Budowa systemu informatycznego Krajowego Rejestru Karnego wraz ze zmianami organizacyjnymi i legislacyjnymi (KRK 2.0) </w:t>
      </w:r>
      <w:r w:rsidRPr="00D22B73">
        <w:rPr>
          <w:rFonts w:cs="Arial"/>
          <w:iCs/>
          <w:sz w:val="24"/>
          <w:szCs w:val="24"/>
        </w:rPr>
        <w:t xml:space="preserve">- wnioskodawca Minister Sprawiedliwości, beneficjent </w:t>
      </w:r>
      <w:r w:rsidRPr="00D22B73">
        <w:rPr>
          <w:rFonts w:cs="Arial"/>
          <w:iCs/>
          <w:sz w:val="24"/>
          <w:szCs w:val="24"/>
        </w:rPr>
        <w:t>Ministerstwo Sprawiedliwości</w:t>
      </w:r>
      <w:r w:rsidR="00504559" w:rsidRPr="00D22B73">
        <w:rPr>
          <w:rFonts w:asciiTheme="minorHAnsi" w:eastAsia="Calibri" w:hAnsiTheme="minorHAnsi" w:cstheme="minorHAnsi"/>
          <w:sz w:val="24"/>
          <w:szCs w:val="24"/>
        </w:rPr>
        <w:t>;</w:t>
      </w:r>
    </w:p>
    <w:p w:rsidR="0072318D" w:rsidRPr="00DE1126" w:rsidRDefault="0072318D" w:rsidP="0072318D">
      <w:pPr>
        <w:numPr>
          <w:ilvl w:val="0"/>
          <w:numId w:val="2"/>
        </w:numPr>
        <w:spacing w:before="60" w:after="60" w:line="264" w:lineRule="auto"/>
        <w:rPr>
          <w:rFonts w:ascii="Calibri" w:hAnsi="Calibri" w:cs="Calibri"/>
          <w:b/>
          <w:iCs/>
        </w:rPr>
      </w:pPr>
      <w:r>
        <w:rPr>
          <w:rFonts w:ascii="Calibri" w:hAnsi="Calibri" w:cs="Calibri"/>
          <w:b/>
          <w:color w:val="000000"/>
        </w:rPr>
        <w:t>Zapewn</w:t>
      </w:r>
      <w:bookmarkStart w:id="0" w:name="_GoBack"/>
      <w:bookmarkEnd w:id="0"/>
      <w:r>
        <w:rPr>
          <w:rFonts w:ascii="Calibri" w:hAnsi="Calibri" w:cs="Calibri"/>
          <w:b/>
          <w:color w:val="000000"/>
        </w:rPr>
        <w:t>ienie technicznych i organizacyjnych warunków funkcjonowania Systemu Dozoru Elektronicznego SDE 3</w:t>
      </w:r>
      <w:r w:rsidRPr="00DE1126">
        <w:rPr>
          <w:rFonts w:ascii="Calibri" w:hAnsi="Calibri" w:cs="Calibri"/>
          <w:b/>
          <w:bCs/>
          <w:color w:val="000000"/>
        </w:rPr>
        <w:t xml:space="preserve"> </w:t>
      </w:r>
      <w:r w:rsidRPr="00DE1126">
        <w:rPr>
          <w:rFonts w:ascii="Calibri" w:hAnsi="Calibri" w:cs="Calibri"/>
          <w:iCs/>
        </w:rPr>
        <w:t>-</w:t>
      </w:r>
      <w:r w:rsidRPr="00DE1126">
        <w:rPr>
          <w:rFonts w:ascii="Calibri" w:hAnsi="Calibri" w:cs="Calibri"/>
          <w:b/>
          <w:iCs/>
        </w:rPr>
        <w:t xml:space="preserve"> </w:t>
      </w:r>
      <w:r w:rsidRPr="00DE1126">
        <w:rPr>
          <w:rFonts w:ascii="Calibri" w:hAnsi="Calibri" w:cs="Calibri"/>
        </w:rPr>
        <w:t>wnioskodawca Minister</w:t>
      </w:r>
      <w:r>
        <w:rPr>
          <w:rFonts w:ascii="Calibri" w:hAnsi="Calibri" w:cs="Calibri"/>
        </w:rPr>
        <w:t xml:space="preserve"> Sprawiedliwości</w:t>
      </w:r>
      <w:r w:rsidRPr="00DE1126">
        <w:rPr>
          <w:rFonts w:ascii="Calibri" w:hAnsi="Calibri" w:cs="Calibri"/>
        </w:rPr>
        <w:t xml:space="preserve">, beneficjent </w:t>
      </w:r>
      <w:r>
        <w:rPr>
          <w:rFonts w:ascii="Calibri" w:hAnsi="Calibri" w:cs="Calibri"/>
        </w:rPr>
        <w:t>Służba Więzienna</w:t>
      </w:r>
    </w:p>
    <w:p w:rsidR="0004224E" w:rsidRPr="00244412" w:rsidRDefault="006C682B" w:rsidP="00244412">
      <w:pPr>
        <w:spacing w:before="240" w:after="240" w:line="264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 uznaję </w:t>
      </w:r>
      <w:r w:rsidR="0004224E" w:rsidRPr="00244412">
        <w:rPr>
          <w:rFonts w:asciiTheme="minorHAnsi" w:hAnsiTheme="minorHAnsi" w:cstheme="minorHAnsi"/>
        </w:rPr>
        <w:t>raport</w:t>
      </w:r>
      <w:r w:rsidR="00504559">
        <w:rPr>
          <w:rFonts w:asciiTheme="minorHAnsi" w:hAnsiTheme="minorHAnsi" w:cstheme="minorHAnsi"/>
        </w:rPr>
        <w:t>y</w:t>
      </w:r>
      <w:r w:rsidR="00301616" w:rsidRPr="00244412">
        <w:rPr>
          <w:rFonts w:asciiTheme="minorHAnsi" w:hAnsiTheme="minorHAnsi" w:cstheme="minorHAnsi"/>
        </w:rPr>
        <w:t xml:space="preserve"> za uzgo</w:t>
      </w:r>
      <w:r w:rsidR="00504559">
        <w:rPr>
          <w:rFonts w:asciiTheme="minorHAnsi" w:hAnsiTheme="minorHAnsi" w:cstheme="minorHAnsi"/>
        </w:rPr>
        <w:t>dnione</w:t>
      </w:r>
      <w:r w:rsidR="0004224E" w:rsidRPr="00244412">
        <w:rPr>
          <w:rFonts w:asciiTheme="minorHAnsi" w:hAnsiTheme="minorHAnsi" w:cstheme="minorHAnsi"/>
        </w:rPr>
        <w:t xml:space="preserve">. </w:t>
      </w:r>
    </w:p>
    <w:p w:rsidR="00401029" w:rsidRPr="00244412" w:rsidRDefault="00401029" w:rsidP="00F04927">
      <w:pPr>
        <w:spacing w:before="240" w:after="240" w:line="264" w:lineRule="auto"/>
        <w:rPr>
          <w:rFonts w:asciiTheme="minorHAnsi" w:eastAsia="Calibri" w:hAnsiTheme="minorHAnsi" w:cstheme="minorHAnsi"/>
          <w:b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76D" w:rsidRDefault="00A6176D">
      <w:r>
        <w:separator/>
      </w:r>
    </w:p>
  </w:endnote>
  <w:endnote w:type="continuationSeparator" w:id="0">
    <w:p w:rsidR="00A6176D" w:rsidRDefault="00A61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76D" w:rsidRDefault="00A6176D">
      <w:r>
        <w:separator/>
      </w:r>
    </w:p>
  </w:footnote>
  <w:footnote w:type="continuationSeparator" w:id="0">
    <w:p w:rsidR="00A6176D" w:rsidRDefault="00A61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Default="0033475C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72318D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72318D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DAIP.WOKRM.0102.2.1.2021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72318D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72318D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DAIP.WOKRM.0102.2.1.2021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404F0E">
      <w:rPr>
        <w:noProof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44412"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A2D39"/>
    <w:multiLevelType w:val="hybridMultilevel"/>
    <w:tmpl w:val="47FE3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1D01"/>
    <w:multiLevelType w:val="hybridMultilevel"/>
    <w:tmpl w:val="100CF3A6"/>
    <w:lvl w:ilvl="0" w:tplc="5334776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DBA7680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20A207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32432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ECE72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446CAEA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2CA47C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C4F7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A63B50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A71A0"/>
    <w:rsid w:val="000D026F"/>
    <w:rsid w:val="001135DE"/>
    <w:rsid w:val="0012268A"/>
    <w:rsid w:val="00214D8D"/>
    <w:rsid w:val="00244412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04559"/>
    <w:rsid w:val="00554DA7"/>
    <w:rsid w:val="0058723A"/>
    <w:rsid w:val="005C7EB9"/>
    <w:rsid w:val="005E753F"/>
    <w:rsid w:val="0060027F"/>
    <w:rsid w:val="006A5C4D"/>
    <w:rsid w:val="006B6F70"/>
    <w:rsid w:val="006C682B"/>
    <w:rsid w:val="007018D3"/>
    <w:rsid w:val="0072318D"/>
    <w:rsid w:val="00741481"/>
    <w:rsid w:val="007A354D"/>
    <w:rsid w:val="007B7069"/>
    <w:rsid w:val="00806126"/>
    <w:rsid w:val="008B1D7E"/>
    <w:rsid w:val="00935D23"/>
    <w:rsid w:val="009C2C00"/>
    <w:rsid w:val="009D4211"/>
    <w:rsid w:val="009E0CD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22B73"/>
    <w:rsid w:val="00DA0A66"/>
    <w:rsid w:val="00DB327B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25</TotalTime>
  <Pages>1</Pages>
  <Words>93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Marczak-Redecka Joanna</cp:lastModifiedBy>
  <cp:revision>9</cp:revision>
  <dcterms:created xsi:type="dcterms:W3CDTF">2021-02-08T13:27:00Z</dcterms:created>
  <dcterms:modified xsi:type="dcterms:W3CDTF">2021-03-29T09:38:00Z</dcterms:modified>
</cp:coreProperties>
</file>